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DF53EF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015B92">
        <w:rPr>
          <w:b/>
          <w:color w:val="FF5200" w:themeColor="accent2"/>
          <w:sz w:val="36"/>
          <w:szCs w:val="36"/>
        </w:rPr>
        <w:t>„</w:t>
      </w:r>
      <w:r w:rsidR="00015B92" w:rsidRPr="00015B92">
        <w:rPr>
          <w:b/>
          <w:color w:val="FF5200" w:themeColor="accent2"/>
          <w:sz w:val="36"/>
          <w:szCs w:val="36"/>
        </w:rPr>
        <w:t>Nákup izolačních vzduchových přetlakových dýchacích přístrojů</w:t>
      </w:r>
      <w:r w:rsidR="0031280B" w:rsidRPr="00015B92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5965BF">
        <w:rPr>
          <w:b/>
          <w:color w:val="FF5200" w:themeColor="accent2"/>
          <w:sz w:val="36"/>
          <w:szCs w:val="36"/>
        </w:rPr>
        <w:t xml:space="preserve">pod </w:t>
      </w:r>
      <w:proofErr w:type="gramStart"/>
      <w:r w:rsidR="000128D4" w:rsidRPr="005965B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5965B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5965BF" w:rsidRPr="005965B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121947/2021-SŽ-GŘ-O8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60EC0EE" w14:textId="77777777" w:rsidR="00015B92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1F0C2282" w14:textId="4FA830C7" w:rsidR="00015B92" w:rsidRDefault="005965B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5327941" w:history="1">
            <w:r w:rsidR="00015B92" w:rsidRPr="00500C4B">
              <w:rPr>
                <w:rStyle w:val="Hypertextovodkaz"/>
                <w:noProof/>
              </w:rPr>
              <w:t>Kapitola 1.</w:t>
            </w:r>
            <w:r w:rsidR="00015B9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15B92" w:rsidRPr="00500C4B">
              <w:rPr>
                <w:rStyle w:val="Hypertextovodkaz"/>
                <w:noProof/>
              </w:rPr>
              <w:t>Základní údaje k nabídce</w:t>
            </w:r>
            <w:r w:rsidR="00015B92">
              <w:rPr>
                <w:noProof/>
                <w:webHidden/>
              </w:rPr>
              <w:tab/>
            </w:r>
            <w:r w:rsidR="00015B92">
              <w:rPr>
                <w:noProof/>
                <w:webHidden/>
              </w:rPr>
              <w:fldChar w:fldCharType="begin"/>
            </w:r>
            <w:r w:rsidR="00015B92">
              <w:rPr>
                <w:noProof/>
                <w:webHidden/>
              </w:rPr>
              <w:instrText xml:space="preserve"> PAGEREF _Toc75327941 \h </w:instrText>
            </w:r>
            <w:r w:rsidR="00015B92">
              <w:rPr>
                <w:noProof/>
                <w:webHidden/>
              </w:rPr>
            </w:r>
            <w:r w:rsidR="00015B92">
              <w:rPr>
                <w:noProof/>
                <w:webHidden/>
              </w:rPr>
              <w:fldChar w:fldCharType="separate"/>
            </w:r>
            <w:r w:rsidR="00015B92">
              <w:rPr>
                <w:noProof/>
                <w:webHidden/>
              </w:rPr>
              <w:t>2</w:t>
            </w:r>
            <w:r w:rsidR="00015B92">
              <w:rPr>
                <w:noProof/>
                <w:webHidden/>
              </w:rPr>
              <w:fldChar w:fldCharType="end"/>
            </w:r>
          </w:hyperlink>
        </w:p>
        <w:p w14:paraId="2F94A9F9" w14:textId="4117999F" w:rsidR="00015B92" w:rsidRDefault="005965B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5327942" w:history="1">
            <w:r w:rsidR="00015B92" w:rsidRPr="00500C4B">
              <w:rPr>
                <w:rStyle w:val="Hypertextovodkaz"/>
                <w:noProof/>
              </w:rPr>
              <w:t>Kapitola 2.</w:t>
            </w:r>
            <w:r w:rsidR="00015B9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15B92" w:rsidRPr="00500C4B">
              <w:rPr>
                <w:rStyle w:val="Hypertextovodkaz"/>
                <w:noProof/>
              </w:rPr>
              <w:t>Čestné prohlášení o splnění základní způsobilosti</w:t>
            </w:r>
            <w:r w:rsidR="00015B92">
              <w:rPr>
                <w:noProof/>
                <w:webHidden/>
              </w:rPr>
              <w:tab/>
            </w:r>
            <w:r w:rsidR="00015B92">
              <w:rPr>
                <w:noProof/>
                <w:webHidden/>
              </w:rPr>
              <w:fldChar w:fldCharType="begin"/>
            </w:r>
            <w:r w:rsidR="00015B92">
              <w:rPr>
                <w:noProof/>
                <w:webHidden/>
              </w:rPr>
              <w:instrText xml:space="preserve"> PAGEREF _Toc75327942 \h </w:instrText>
            </w:r>
            <w:r w:rsidR="00015B92">
              <w:rPr>
                <w:noProof/>
                <w:webHidden/>
              </w:rPr>
            </w:r>
            <w:r w:rsidR="00015B92">
              <w:rPr>
                <w:noProof/>
                <w:webHidden/>
              </w:rPr>
              <w:fldChar w:fldCharType="separate"/>
            </w:r>
            <w:r w:rsidR="00015B92">
              <w:rPr>
                <w:noProof/>
                <w:webHidden/>
              </w:rPr>
              <w:t>3</w:t>
            </w:r>
            <w:r w:rsidR="00015B92">
              <w:rPr>
                <w:noProof/>
                <w:webHidden/>
              </w:rPr>
              <w:fldChar w:fldCharType="end"/>
            </w:r>
          </w:hyperlink>
        </w:p>
        <w:p w14:paraId="754979A4" w14:textId="5118E0A8" w:rsidR="00015B92" w:rsidRDefault="005965B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5327943" w:history="1">
            <w:r w:rsidR="00015B92" w:rsidRPr="00500C4B">
              <w:rPr>
                <w:rStyle w:val="Hypertextovodkaz"/>
                <w:noProof/>
              </w:rPr>
              <w:t>Kapitola 3.</w:t>
            </w:r>
            <w:r w:rsidR="00015B9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15B92" w:rsidRPr="00500C4B">
              <w:rPr>
                <w:rStyle w:val="Hypertextovodkaz"/>
                <w:noProof/>
              </w:rPr>
              <w:t>Čestné prohlášení účastníka k neuzavření zakázaných dohod</w:t>
            </w:r>
            <w:r w:rsidR="00015B92">
              <w:rPr>
                <w:noProof/>
                <w:webHidden/>
              </w:rPr>
              <w:tab/>
            </w:r>
            <w:r w:rsidR="00015B92">
              <w:rPr>
                <w:noProof/>
                <w:webHidden/>
              </w:rPr>
              <w:fldChar w:fldCharType="begin"/>
            </w:r>
            <w:r w:rsidR="00015B92">
              <w:rPr>
                <w:noProof/>
                <w:webHidden/>
              </w:rPr>
              <w:instrText xml:space="preserve"> PAGEREF _Toc75327943 \h </w:instrText>
            </w:r>
            <w:r w:rsidR="00015B92">
              <w:rPr>
                <w:noProof/>
                <w:webHidden/>
              </w:rPr>
            </w:r>
            <w:r w:rsidR="00015B92">
              <w:rPr>
                <w:noProof/>
                <w:webHidden/>
              </w:rPr>
              <w:fldChar w:fldCharType="separate"/>
            </w:r>
            <w:r w:rsidR="00015B92">
              <w:rPr>
                <w:noProof/>
                <w:webHidden/>
              </w:rPr>
              <w:t>4</w:t>
            </w:r>
            <w:r w:rsidR="00015B92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7532794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A5FCFB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Pr="00015B92">
        <w:t>zadávanou</w:t>
      </w:r>
      <w:r w:rsidR="004C76E9" w:rsidRPr="00015B92">
        <w:t xml:space="preserve"> jako </w:t>
      </w:r>
      <w:r w:rsidR="000128D4" w:rsidRPr="00015B92">
        <w:rPr>
          <w:rFonts w:eastAsia="Times New Roman" w:cs="Times New Roman"/>
          <w:lang w:eastAsia="cs-CZ"/>
        </w:rPr>
        <w:t xml:space="preserve">podlimitní </w:t>
      </w:r>
      <w:r w:rsidR="00015B92" w:rsidRPr="00015B92">
        <w:rPr>
          <w:rFonts w:eastAsia="Times New Roman" w:cs="Times New Roman"/>
          <w:lang w:eastAsia="cs-CZ"/>
        </w:rPr>
        <w:t>sektorovou veřejnou zakázku</w:t>
      </w:r>
      <w:r w:rsidRPr="00015B92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687F01EF" w14:textId="77777777" w:rsidR="00015B92" w:rsidRDefault="00015B92" w:rsidP="00015B92">
      <w:r>
        <w:t xml:space="preserve">Celková nabídková cena v Kč bez DPH </w:t>
      </w:r>
      <w:proofErr w:type="gramStart"/>
      <w:r>
        <w:t>….. ,- Kč</w:t>
      </w:r>
      <w:proofErr w:type="gramEnd"/>
    </w:p>
    <w:p w14:paraId="4DC8BD60" w14:textId="77AEC5CD" w:rsidR="008B1A2C" w:rsidRDefault="00015B92" w:rsidP="00015B92">
      <w:r>
        <w:t>Cena za 1 soupravu dýchacího přístroje bez DPH …. ,- Kč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082DD774" w14:textId="77777777" w:rsidR="005965BF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53DC3B55" w14:textId="77777777" w:rsidR="005965BF" w:rsidRDefault="005965BF" w:rsidP="00996617">
      <w:pPr>
        <w:tabs>
          <w:tab w:val="left" w:pos="7125"/>
        </w:tabs>
        <w:spacing w:after="0"/>
      </w:pPr>
    </w:p>
    <w:p w14:paraId="0694D0A9" w14:textId="77777777" w:rsidR="005965BF" w:rsidRDefault="005965BF" w:rsidP="00996617">
      <w:pPr>
        <w:tabs>
          <w:tab w:val="left" w:pos="7125"/>
        </w:tabs>
        <w:spacing w:after="0"/>
      </w:pPr>
    </w:p>
    <w:p w14:paraId="73C3428F" w14:textId="77777777" w:rsidR="005965BF" w:rsidRDefault="005965BF" w:rsidP="00996617">
      <w:pPr>
        <w:tabs>
          <w:tab w:val="left" w:pos="7125"/>
        </w:tabs>
        <w:spacing w:after="0"/>
      </w:pPr>
    </w:p>
    <w:p w14:paraId="4D140F91" w14:textId="77777777" w:rsidR="005965BF" w:rsidRDefault="005965BF" w:rsidP="00996617">
      <w:pPr>
        <w:tabs>
          <w:tab w:val="left" w:pos="7125"/>
        </w:tabs>
        <w:spacing w:after="0"/>
      </w:pPr>
    </w:p>
    <w:p w14:paraId="0FE058C9" w14:textId="77777777" w:rsidR="005965BF" w:rsidRDefault="005965BF" w:rsidP="00996617">
      <w:pPr>
        <w:tabs>
          <w:tab w:val="left" w:pos="7125"/>
        </w:tabs>
        <w:spacing w:after="0"/>
      </w:pPr>
    </w:p>
    <w:p w14:paraId="49BE3F92" w14:textId="15C0AAD3" w:rsidR="005965BF" w:rsidRDefault="005965BF" w:rsidP="00996617">
      <w:pPr>
        <w:tabs>
          <w:tab w:val="left" w:pos="7125"/>
        </w:tabs>
        <w:spacing w:after="0"/>
      </w:pPr>
    </w:p>
    <w:p w14:paraId="1B66255D" w14:textId="77777777" w:rsidR="005965BF" w:rsidRDefault="005965BF" w:rsidP="00996617">
      <w:pPr>
        <w:tabs>
          <w:tab w:val="left" w:pos="7125"/>
        </w:tabs>
        <w:spacing w:after="0"/>
      </w:pPr>
      <w:bookmarkStart w:id="1" w:name="_GoBack"/>
      <w:bookmarkEnd w:id="1"/>
    </w:p>
    <w:p w14:paraId="09665600" w14:textId="77777777" w:rsidR="005965BF" w:rsidRDefault="005965BF" w:rsidP="00996617">
      <w:pPr>
        <w:tabs>
          <w:tab w:val="left" w:pos="7125"/>
        </w:tabs>
        <w:spacing w:after="0"/>
      </w:pPr>
    </w:p>
    <w:p w14:paraId="5BA8F830" w14:textId="77777777" w:rsidR="005965BF" w:rsidRDefault="005965BF" w:rsidP="00996617">
      <w:pPr>
        <w:tabs>
          <w:tab w:val="left" w:pos="7125"/>
        </w:tabs>
        <w:spacing w:after="0"/>
      </w:pPr>
    </w:p>
    <w:p w14:paraId="61FF559A" w14:textId="4FB53AD4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965B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5965BF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532794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75327943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81CE1C6" w14:textId="77777777" w:rsidR="00015B92" w:rsidRDefault="00015B92" w:rsidP="00A93A74"/>
    <w:p w14:paraId="5A8820C0" w14:textId="77777777" w:rsidR="00015B92" w:rsidRDefault="00015B92" w:rsidP="00A93A74"/>
    <w:p w14:paraId="26CFE6EB" w14:textId="77777777" w:rsidR="00015B92" w:rsidRDefault="00015B92" w:rsidP="00A93A74"/>
    <w:p w14:paraId="61D6CCFD" w14:textId="6DA32503" w:rsidR="00A93A74" w:rsidRDefault="00A93A74" w:rsidP="00A93A74"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2B52EF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65B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65B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AEB1C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F6CBB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B6C506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65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65B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D137C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4B79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0A558317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65B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65B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2A0E51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D2B71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15B92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965BF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754FCE31-7EDA-4C1C-BC6E-0010F4FC4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64728-3E20-454D-B589-BECD10E90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4</Pages>
  <Words>538</Words>
  <Characters>3180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3</cp:revision>
  <cp:lastPrinted>2017-11-28T17:18:00Z</cp:lastPrinted>
  <dcterms:created xsi:type="dcterms:W3CDTF">2021-06-23T06:06:00Z</dcterms:created>
  <dcterms:modified xsi:type="dcterms:W3CDTF">2021-07-13T12:10:00Z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